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3E97A9AF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0952AD">
        <w:rPr>
          <w:rFonts w:cstheme="minorHAnsi"/>
          <w:b/>
          <w:szCs w:val="18"/>
        </w:rPr>
        <w:t xml:space="preserve">     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58D52111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571A5B" w:rsidRPr="00EB137C">
        <w:rPr>
          <w:rFonts w:cstheme="minorHAnsi"/>
          <w:noProof/>
          <w:szCs w:val="18"/>
          <w:lang w:eastAsia="pl-PL"/>
        </w:rPr>
        <w:t>POST/DYS/OW/GZ/00178/2026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571A5B" w:rsidRPr="00EB137C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Otwock obszar R59: Gmina Wiązowna. miejscowość Zamienie gmina Mińsk, miejscowość Józefów gmina Mińsk - teren działania RE Otwock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3AA9B428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571A5B" w:rsidRPr="00EB137C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R59: Gmina Wiązowna. miejscowość Zamienie gmina Mińsk, miejscowość Józefów gmina Mińsk - teren działania RE Otwock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4E5BE644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571A5B" w:rsidRPr="00EB137C">
        <w:rPr>
          <w:rFonts w:cstheme="minorHAnsi"/>
          <w:b/>
          <w:noProof/>
        </w:rPr>
        <w:t>27.06.2027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lastRenderedPageBreak/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5B1721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5B1721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5B1721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5B1721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5B1721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5B1721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5B1721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5B1721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5B1721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5B1721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5B1721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5B1721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5B1721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5B1721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5B1721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5B1721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5B1721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5B1721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lastRenderedPageBreak/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5B1721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 xml:space="preserve">montażu mufy lub muf przelotowych </w:t>
            </w:r>
            <w:r w:rsidRPr="00CD226A">
              <w:rPr>
                <w:rFonts w:asciiTheme="minorHAnsi" w:hAnsiTheme="minorHAnsi" w:cstheme="minorHAnsi"/>
                <w:sz w:val="20"/>
              </w:rPr>
              <w:lastRenderedPageBreak/>
              <w:t>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D6B3471" w14:textId="45300D44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5B1721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5B172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5B1721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5B1721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5B1721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</w:t>
            </w:r>
            <w:r w:rsidRPr="00AD02FC">
              <w:rPr>
                <w:rFonts w:cstheme="minorHAnsi"/>
              </w:rPr>
              <w:lastRenderedPageBreak/>
              <w:t>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5B1721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5B172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napowietrznej wykonanej przewodem od typu AsXSn 4x50mm2 do typu AsXSn 4x95mm2.</w:t>
            </w:r>
            <w:r w:rsidRPr="00AD02FC">
              <w:rPr>
                <w:rFonts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5B1721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5B1721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5B1721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5B1721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5B1721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</w:t>
            </w:r>
            <w:r w:rsidRPr="00CD226A">
              <w:rPr>
                <w:rFonts w:cstheme="minorHAnsi"/>
              </w:rPr>
              <w:lastRenderedPageBreak/>
              <w:t>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5B1721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5B1721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5B1721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5B1721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5B1721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5B1721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10,5/2,5 lub E 10,5/4,3 lub E 10,5/6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5B172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10,5/10 lub E 10,5/12 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5B1721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12/2,5 lub E 12/4,3 lub E 12/6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5B1721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12/10 lub E 12/12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5B1721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5B1721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5B1721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5B1721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5B1721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5B1721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5B1721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rozdzielni nN-0,4 kV słupowej stacji transformatorowej.</w:t>
            </w:r>
          </w:p>
          <w:p w14:paraId="15BADA74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5B172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cstheme="minorHAnsi"/>
          <w:b/>
          <w:bCs/>
          <w:lang w:eastAsia="x-none"/>
        </w:rPr>
        <w:t>ww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36D17528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571A5B" w:rsidRPr="00EB137C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R59: Gmina Wiązowna. miejscowość Zamienie gmina Mińsk, miejscowość Józefów gmina Mińsk - teren działania RE Otwock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571A5B" w:rsidRPr="00EB137C">
        <w:rPr>
          <w:rFonts w:cstheme="minorHAnsi"/>
          <w:b/>
          <w:noProof/>
        </w:rPr>
        <w:t>27.06.2027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CAD7002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30058E6E" w14:textId="2068DF13" w:rsidR="00973D85" w:rsidRPr="00AD02FC" w:rsidRDefault="00973D85" w:rsidP="00451564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>Informacje poufne są zawarte na następujących stronach oferty …………………… i zostały opatrzone napisem  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5FC1D6ED" w14:textId="7B244AF7" w:rsidR="00997374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48F6671F" w14:textId="4E4438E1" w:rsidR="00511D6E" w:rsidRDefault="00511D6E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ACD6976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71790142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24F323E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A524B22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2C053086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E32E2E3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17C8110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A8067E3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15FA2F79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5D3E895" w14:textId="545FFED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9F432A3" w14:textId="77777777" w:rsidR="00511D6E" w:rsidRDefault="00511D6E" w:rsidP="00511D6E">
      <w:pPr>
        <w:ind w:left="2552" w:hanging="2552"/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t>ZAŁĄCZNIK NR 6</w:t>
      </w:r>
      <w:r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84761F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758731C0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511D6E" w:rsidRPr="006B56FD" w14:paraId="065BA8F9" w14:textId="77777777" w:rsidTr="005B1721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5E8C82D7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F84681E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259B23F6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BBF5EC5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7A3939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961000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94A40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0A74CF5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2D401159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3B9C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8978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D11D8E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496790E0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52DB55F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593C8BD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7188E29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B696BD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56E07F7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p w14:paraId="69344859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15C87253" w14:textId="77777777" w:rsidR="00511D6E" w:rsidRPr="00CC7E12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45D69485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540C9F43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0346AB3B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9239A66" w14:textId="77777777" w:rsidR="00511D6E" w:rsidRPr="00CC7E12" w:rsidRDefault="00511D6E" w:rsidP="00511D6E">
      <w:pPr>
        <w:jc w:val="both"/>
        <w:rPr>
          <w:rFonts w:cstheme="minorHAnsi"/>
        </w:rPr>
      </w:pPr>
    </w:p>
    <w:p w14:paraId="75E71C16" w14:textId="5B680B32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571A5B" w:rsidRPr="00EB137C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R59: Gmina Wiązowna. miejscowość Zamienie gmina Mińsk, miejscowość Józefów gmina Mińsk - teren działania RE Otwock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571A5B" w:rsidRPr="00EB137C">
        <w:rPr>
          <w:rFonts w:cstheme="minorHAnsi"/>
          <w:b/>
          <w:noProof/>
        </w:rPr>
        <w:t>POST/DYS/OW/GZ/00178/2026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E2D7174" w14:textId="77777777" w:rsidR="00511D6E" w:rsidRPr="00CC7E12" w:rsidRDefault="00511D6E" w:rsidP="00511D6E">
      <w:pPr>
        <w:jc w:val="both"/>
        <w:rPr>
          <w:rFonts w:cstheme="minorHAnsi"/>
        </w:rPr>
      </w:pPr>
    </w:p>
    <w:p w14:paraId="7066338C" w14:textId="77777777" w:rsidR="00511D6E" w:rsidRPr="00CC7E12" w:rsidRDefault="00511D6E" w:rsidP="00511D6E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BD47BD8" w14:textId="44B2CD74" w:rsidR="00511D6E" w:rsidRPr="000D3311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2"/>
      </w:r>
    </w:p>
    <w:p w14:paraId="1A80A758" w14:textId="53B2ED44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12453D9F" w14:textId="502A2F5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672C17" w14:textId="392C2EBB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6F0983A3" w14:textId="7DC4A40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BD5BB91" w14:textId="2F08BBDC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1BA350" w14:textId="77777777" w:rsidR="000D3311" w:rsidRPr="002C2C2F" w:rsidRDefault="000D3311" w:rsidP="000D3311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419FDC38" w14:textId="77777777" w:rsidR="00511D6E" w:rsidRPr="002C2C2F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3"/>
      </w:r>
    </w:p>
    <w:p w14:paraId="2CD02683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862451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D011A21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2E546C95" w14:textId="1D30A9C4" w:rsidR="00511D6E" w:rsidRDefault="00511D6E" w:rsidP="00511D6E">
      <w:pPr>
        <w:jc w:val="both"/>
        <w:rPr>
          <w:rFonts w:cstheme="minorHAnsi"/>
        </w:rPr>
      </w:pPr>
    </w:p>
    <w:p w14:paraId="6EED84B7" w14:textId="4002E552" w:rsidR="000D3311" w:rsidRDefault="000D3311" w:rsidP="00511D6E">
      <w:pPr>
        <w:jc w:val="both"/>
        <w:rPr>
          <w:rFonts w:cstheme="minorHAnsi"/>
        </w:rPr>
      </w:pPr>
    </w:p>
    <w:p w14:paraId="4A244365" w14:textId="77777777" w:rsidR="000D3311" w:rsidRPr="00CC7E12" w:rsidRDefault="000D3311" w:rsidP="00511D6E">
      <w:pPr>
        <w:jc w:val="both"/>
        <w:rPr>
          <w:rFonts w:cstheme="minorHAnsi"/>
        </w:rPr>
      </w:pPr>
    </w:p>
    <w:p w14:paraId="77D66F0F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786F97F8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C25F94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7DA1B0D" w14:textId="37188322" w:rsidR="00511D6E" w:rsidRDefault="00511D6E" w:rsidP="00511D6E">
      <w:pPr>
        <w:jc w:val="both"/>
        <w:rPr>
          <w:rFonts w:cstheme="minorHAnsi"/>
          <w:i/>
        </w:rPr>
      </w:pPr>
    </w:p>
    <w:p w14:paraId="426B86CB" w14:textId="77777777" w:rsidR="000D3311" w:rsidRPr="00CC7E12" w:rsidRDefault="000D3311" w:rsidP="00511D6E">
      <w:pPr>
        <w:jc w:val="both"/>
        <w:rPr>
          <w:rFonts w:cstheme="minorHAnsi"/>
          <w:i/>
        </w:rPr>
      </w:pPr>
    </w:p>
    <w:p w14:paraId="554C8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349DF67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C54CC" w14:textId="6529291E" w:rsidR="00511D6E" w:rsidRDefault="00511D6E" w:rsidP="00511D6E">
      <w:pPr>
        <w:jc w:val="both"/>
        <w:rPr>
          <w:rFonts w:cstheme="minorHAnsi"/>
        </w:rPr>
      </w:pPr>
    </w:p>
    <w:p w14:paraId="3775AAF8" w14:textId="74876C46" w:rsidR="000D3311" w:rsidRPr="00CC7E12" w:rsidRDefault="000D3311" w:rsidP="00511D6E">
      <w:pPr>
        <w:jc w:val="both"/>
        <w:rPr>
          <w:rFonts w:cstheme="minorHAnsi"/>
        </w:rPr>
      </w:pPr>
    </w:p>
    <w:p w14:paraId="181E0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52652E2D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0EA949C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0F7FC0B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  <w:i/>
        </w:rPr>
        <w:lastRenderedPageBreak/>
        <w:t>(wskazać dokumenty rejestrowe/podmiotowy środek dowodowy, adres internetowy, wydający urząd lub organ, dokładne dane referencyjne dokumentacji)</w:t>
      </w:r>
    </w:p>
    <w:p w14:paraId="3311F903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538AC693" w14:textId="77777777" w:rsidR="00511D6E" w:rsidRPr="00CC7E12" w:rsidRDefault="00511D6E" w:rsidP="00511D6E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DF0D11E" w14:textId="77777777" w:rsidR="00511D6E" w:rsidRPr="00CC7E12" w:rsidRDefault="00511D6E" w:rsidP="00511D6E">
      <w:pPr>
        <w:jc w:val="both"/>
        <w:rPr>
          <w:rFonts w:cstheme="minorHAnsi"/>
          <w:sz w:val="16"/>
        </w:rPr>
      </w:pPr>
    </w:p>
    <w:p w14:paraId="6A932BF6" w14:textId="77777777" w:rsidR="00511D6E" w:rsidRDefault="00511D6E" w:rsidP="00511D6E">
      <w:pPr>
        <w:rPr>
          <w:rFonts w:cstheme="minorHAnsi"/>
        </w:rPr>
      </w:pPr>
    </w:p>
    <w:p w14:paraId="2B0A61D2" w14:textId="77777777" w:rsidR="00511D6E" w:rsidRDefault="00511D6E" w:rsidP="00511D6E">
      <w:pPr>
        <w:rPr>
          <w:rFonts w:cstheme="minorHAnsi"/>
        </w:rPr>
      </w:pPr>
    </w:p>
    <w:p w14:paraId="48578CE1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61C47A8A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99DE210" w14:textId="1B3C9DC2" w:rsidR="00511D6E" w:rsidRDefault="00511D6E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7F7CD1A5" w14:textId="59C6B7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78A0DBB" w14:textId="2E3B7A7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D6C887" w14:textId="0150BBB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13D97C0" w14:textId="5FD8162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FD649A7" w14:textId="65564AC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80567E" w14:textId="4A438FF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CF7ABD0" w14:textId="26590BF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2D82D6" w14:textId="5B80577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5A8D536" w14:textId="3AC484F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02D9242" w14:textId="616B5B7E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A1D540" w14:textId="03143E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AF5606" w14:textId="7F64325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EC104B" w14:textId="3604909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C73E1" w14:textId="416EF75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146C7F" w14:textId="3207BE2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173EE0" w14:textId="632E882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2AA66D" w14:textId="33958E41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7F334D" w14:textId="0FB73AB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354B9CE" w14:textId="6F800CF9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E7E9FB3" w14:textId="19E19A9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F4D60A" w14:textId="707C1B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44760AE" w14:textId="44D36F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7A7399" w14:textId="3E4B406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7F37AD3" w14:textId="22EF28E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C012239" w14:textId="577BA78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DD74867" w14:textId="266653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E9EFED1" w14:textId="71B378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D33BEAC" w14:textId="7F25792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BA4C1BA" w14:textId="32585C1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2D24E34" w14:textId="3AC2AC6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5E0054" w14:textId="2DCD9FB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743353" w14:textId="17B8DC85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9F0A52C" w14:textId="64AA1EE1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6F9A31" w14:textId="25979FDD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DC9822" w14:textId="77777777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DAFE95" w14:textId="6973C6B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99C8DBE" w14:textId="6653EA7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C57EE77" w14:textId="43BB274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DDED8C5" w14:textId="4C44D99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85B46AD" w14:textId="77777777" w:rsidR="000D3311" w:rsidRPr="002C2C2F" w:rsidRDefault="000D3311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542C2A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D334D47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04285BE3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511D6E" w:rsidRPr="006B56FD" w14:paraId="10031698" w14:textId="77777777" w:rsidTr="005B1721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1B59C4B2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5DDBA11A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DC04460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640C003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B71736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A6446E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401C126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25B9A7C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F424C0E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9A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A603881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8645FA9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DB6DC71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B33B33E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9702358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E08CE4B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2DEFFA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1868608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0D0BF52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63485B2B" w14:textId="77777777" w:rsidR="00511D6E" w:rsidRDefault="00511D6E" w:rsidP="00511D6E">
      <w:pPr>
        <w:rPr>
          <w:rFonts w:eastAsia="Verdana" w:cs="Times New Roman"/>
          <w:szCs w:val="18"/>
        </w:rPr>
      </w:pPr>
    </w:p>
    <w:p w14:paraId="69DE6B2B" w14:textId="0FB7F8FB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571A5B" w:rsidRPr="00EB137C">
        <w:rPr>
          <w:rFonts w:cstheme="minorHAnsi"/>
          <w:noProof/>
          <w:lang w:eastAsia="pl-PL"/>
        </w:rPr>
        <w:t>POST/DYS/OW/GZ/00178/2026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571A5B" w:rsidRPr="00EB137C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Otwock obszar R59: Gmina Wiązowna. miejscowość Zamienie gmina Mińsk, miejscowość Józefów gmina Mińsk - teren działania RE Otwock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14C2412B" w14:textId="77777777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511D6E" w:rsidRPr="000D24FD" w14:paraId="1F82B020" w14:textId="77777777" w:rsidTr="005B172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B4ABB5A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D025664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5DB92D57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40D5BEB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2F8BFCC5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286CE676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4D20EFC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995DCBF" w14:textId="77777777" w:rsidR="00511D6E" w:rsidRPr="00DC202A" w:rsidRDefault="00511D6E" w:rsidP="005B1721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5426753" w14:textId="77777777" w:rsidR="00511D6E" w:rsidRPr="00DC202A" w:rsidRDefault="00511D6E" w:rsidP="005B1721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511D6E" w:rsidRPr="000D24FD" w14:paraId="250299CD" w14:textId="77777777" w:rsidTr="005B172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3AB6E59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2B54B6A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501AD761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30C59515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26F50F3C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2564B03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388803D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F50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</w:tr>
      <w:tr w:rsidR="00511D6E" w:rsidRPr="000D24FD" w14:paraId="7B4A3517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FD3079D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D8107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4FB830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DDDA4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23D0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DCD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6BD5FDE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8E39F6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F67098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EE6964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102C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4815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691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1C676A2B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0B7983DF" w14:textId="77777777" w:rsidR="00511D6E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4FC4C17A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A3F396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689838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878F7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5FC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96C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39B8B35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4660B75B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66FFB2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6BF6C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7031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582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B9D9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46CB06A3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21382DC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40BD4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5AA170C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43016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A89D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AE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806C30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75CA82B0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504943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BB712F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495F79D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ED27E2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95D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673C0CD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1B83E3B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4383B6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C4B62F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32160D2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28C3B1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8C4DE2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8AE8D1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125652" w14:textId="77777777" w:rsidR="00511D6E" w:rsidRPr="000D24FD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71864AB3" w14:textId="77777777" w:rsidR="00511D6E" w:rsidRPr="000D24FD" w:rsidRDefault="00511D6E" w:rsidP="00511D6E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47EC96BC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5A5F95D1" w14:textId="77777777" w:rsidR="00511D6E" w:rsidRDefault="00511D6E" w:rsidP="00511D6E">
      <w:pPr>
        <w:rPr>
          <w:rFonts w:cstheme="minorHAnsi"/>
        </w:rPr>
      </w:pPr>
    </w:p>
    <w:p w14:paraId="200365DE" w14:textId="77777777" w:rsidR="00511D6E" w:rsidRDefault="00511D6E" w:rsidP="00511D6E">
      <w:pPr>
        <w:rPr>
          <w:rFonts w:cstheme="minorHAnsi"/>
        </w:rPr>
      </w:pPr>
    </w:p>
    <w:p w14:paraId="3D67C18D" w14:textId="77777777" w:rsidR="00511D6E" w:rsidRDefault="00511D6E" w:rsidP="00511D6E">
      <w:pPr>
        <w:rPr>
          <w:rFonts w:cstheme="minorHAnsi"/>
        </w:rPr>
      </w:pPr>
    </w:p>
    <w:p w14:paraId="50791823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509FCF5B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DE2AB54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C14A31" w14:textId="70FC855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293F342" w14:textId="0C6069B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9C354E2" w14:textId="4469D27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BAE70F" w14:textId="532230D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1B83272" w14:textId="70337E1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27A24D0" w14:textId="45753CB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DA6DADF" w14:textId="282E8F4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3BC441" w14:textId="0EAD54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86AB3E" w14:textId="199C4F38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97E01A" w14:textId="6635DD4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B764CCD" w14:textId="0B2EFF0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4FAEA31" w14:textId="3EF5E2E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0DDE4D" w14:textId="3FAB2FD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55688F2" w14:textId="51ABCBB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6B2A064" w14:textId="3C06947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37B320F" w14:textId="66D8A0D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F9E896F" w14:textId="578A76A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5F73604" w14:textId="4F6D519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FDFDD81" w14:textId="24D33E8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712088C" w14:textId="761B9D0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64CF7F" w14:textId="0579912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3C1F92E" w14:textId="3F73E87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CAA7F10" w14:textId="22A76D3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C1640AF" w14:textId="2A52F8B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C1CD408" w14:textId="38EA40FE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DCC3056" w14:textId="31D380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A05C5F6" w14:textId="05AE7D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2216276" w14:textId="30D71C3A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62B3C3" w14:textId="1D21DFAE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78ED71A" w14:textId="77777777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AA2245" w14:textId="0BDA427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F34E084" w14:textId="3AB8F4F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0D4B88" w14:textId="7261315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5AED576" w14:textId="61410D2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7B971AC" w14:textId="680768A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8558E44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 xml:space="preserve">8 DO SWZ – WYKAZ OSÓB </w:t>
      </w:r>
    </w:p>
    <w:p w14:paraId="253F8785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113EB15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511D6E" w:rsidRPr="000855FF" w14:paraId="4CEC3673" w14:textId="77777777" w:rsidTr="005B1721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D271188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D85297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BE54FEF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07385EF1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9EF23C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4BFA17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6A3335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DF679C3" w14:textId="77777777" w:rsidR="00511D6E" w:rsidRPr="000855FF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13A9F4CD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1078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6181CE0B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BCA5EFA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DAA74A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F49668E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DF0518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47741F93" w14:textId="77777777" w:rsidR="00511D6E" w:rsidRPr="000855FF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1CF1B0C6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7F174AFB" w14:textId="77777777" w:rsidR="00511D6E" w:rsidRDefault="00511D6E" w:rsidP="00511D6E">
      <w:pPr>
        <w:jc w:val="both"/>
        <w:rPr>
          <w:rFonts w:ascii="Verdana" w:eastAsia="Verdana" w:hAnsi="Verdana" w:cs="Times New Roman"/>
        </w:rPr>
      </w:pPr>
    </w:p>
    <w:p w14:paraId="3BA48215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311F460F" w14:textId="77777777" w:rsidR="00511D6E" w:rsidRPr="000855FF" w:rsidRDefault="00511D6E" w:rsidP="00511D6E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7CF6C8B" w14:textId="2CD44BC4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571A5B" w:rsidRPr="00EB137C">
        <w:rPr>
          <w:rFonts w:cstheme="minorHAnsi"/>
          <w:noProof/>
          <w:lang w:eastAsia="pl-PL"/>
        </w:rPr>
        <w:t>POST/DYS/OW/GZ/00178/2026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571A5B" w:rsidRPr="00EB137C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Otwock obszar R59: Gmina Wiązowna. miejscowość Zamienie gmina Mińsk, miejscowość Józefów gmina Mińsk - teren działania RE Otwock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>
        <w:rPr>
          <w:rFonts w:cstheme="minorHAnsi"/>
          <w:lang w:eastAsia="pl-PL"/>
        </w:rPr>
        <w:t xml:space="preserve"> </w:t>
      </w:r>
      <w:r>
        <w:rPr>
          <w:rFonts w:cstheme="minorHAnsi"/>
        </w:rPr>
        <w:t>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0B83C1BA" w14:textId="7777777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8ABBD02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511D6E" w:rsidRPr="000855FF" w14:paraId="46F12E16" w14:textId="77777777" w:rsidTr="005B172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F7ED7A8" w14:textId="77777777" w:rsidR="00511D6E" w:rsidRPr="002F4B1B" w:rsidRDefault="00511D6E" w:rsidP="005B1721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0243161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17873EEA" w14:textId="77777777" w:rsidR="00511D6E" w:rsidRPr="002F4B1B" w:rsidRDefault="00511D6E" w:rsidP="005B1721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A856755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AD9F6EE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6E2D424" w14:textId="77777777" w:rsidR="00511D6E" w:rsidRPr="002F4B1B" w:rsidRDefault="00511D6E" w:rsidP="005B1721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511D6E" w:rsidRPr="000855FF" w14:paraId="3B740777" w14:textId="77777777" w:rsidTr="005B1721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E6FF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8C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9D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D1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45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A0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705BF98B" w14:textId="77777777" w:rsidTr="005B1721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4528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31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A6F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BB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BC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E4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3CEFDD9E" w14:textId="77777777" w:rsidTr="005B1721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714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E3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73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8CF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CE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50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63B87A91" w14:textId="77777777" w:rsidTr="005B1721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9B6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0E8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09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EF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41A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7E5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08318624" w14:textId="77777777" w:rsidTr="005B1721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0323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63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0C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9A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FB6B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237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EF3DADB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C200437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34E60D0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0E4D332" w14:textId="77777777" w:rsidR="00511D6E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586F185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44EC3250" w14:textId="77777777" w:rsidR="00511D6E" w:rsidRPr="000855FF" w:rsidRDefault="00511D6E" w:rsidP="00511D6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34530D57" w14:textId="77777777" w:rsidR="00511D6E" w:rsidRPr="00A62B4C" w:rsidRDefault="00511D6E" w:rsidP="00511D6E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3206904B" w14:textId="1F21EF8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3EECF14" w14:textId="1E911B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FDDC14F" w14:textId="440C0E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A57A62" w14:textId="7100CE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0F0376" w14:textId="6CEC416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E95E249" w14:textId="7BFAE12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507991A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F895541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511D6E" w:rsidRPr="003C16EE" w14:paraId="6486328C" w14:textId="77777777" w:rsidTr="005B1721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298A484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4EBFFD8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CC2DB8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6CEDFD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FF2C6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FC42930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36CD7B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19BCFE2" w14:textId="77777777" w:rsidR="00511D6E" w:rsidRPr="003C16E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182F37C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A27A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73D18A2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DE6D16C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7AFCFC8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56703D7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2AF25B6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EA8D369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DC332F2" w14:textId="77777777" w:rsidR="00511D6E" w:rsidRPr="003C16EE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B4E0D63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4C64515A" w14:textId="77777777" w:rsidR="00511D6E" w:rsidRPr="00381365" w:rsidRDefault="00511D6E" w:rsidP="00511D6E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F91C0FD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55A574D6" w14:textId="1E937C8D" w:rsidR="00511D6E" w:rsidRPr="00381365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Pr="00780BD5">
        <w:rPr>
          <w:rFonts w:cstheme="minorHAnsi"/>
          <w:lang w:eastAsia="pl-PL"/>
        </w:rPr>
        <w:fldChar w:fldCharType="begin"/>
      </w:r>
      <w:r w:rsidRPr="00780BD5">
        <w:rPr>
          <w:rFonts w:cstheme="minorHAnsi"/>
          <w:lang w:eastAsia="pl-PL"/>
        </w:rPr>
        <w:instrText xml:space="preserve"> MERGEFIELD nr_postepowania </w:instrText>
      </w:r>
      <w:r w:rsidRPr="00780BD5">
        <w:rPr>
          <w:rFonts w:cstheme="minorHAnsi"/>
          <w:lang w:eastAsia="pl-PL"/>
        </w:rPr>
        <w:fldChar w:fldCharType="separate"/>
      </w:r>
      <w:r w:rsidR="00571A5B" w:rsidRPr="00EB137C">
        <w:rPr>
          <w:rFonts w:cstheme="minorHAnsi"/>
          <w:noProof/>
          <w:lang w:eastAsia="pl-PL"/>
        </w:rPr>
        <w:t>POST/DYS/OW/GZ/00178/2026</w:t>
      </w:r>
      <w:r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Pr="00780BD5">
        <w:rPr>
          <w:rFonts w:cstheme="minorHAnsi"/>
        </w:rPr>
        <w:fldChar w:fldCharType="begin"/>
      </w:r>
      <w:r w:rsidRPr="00780BD5">
        <w:rPr>
          <w:rFonts w:cstheme="minorHAnsi"/>
        </w:rPr>
        <w:instrText xml:space="preserve"> MERGEFIELD nazwa_post </w:instrText>
      </w:r>
      <w:r w:rsidRPr="00780BD5">
        <w:rPr>
          <w:rFonts w:cstheme="minorHAnsi"/>
        </w:rPr>
        <w:fldChar w:fldCharType="separate"/>
      </w:r>
      <w:r w:rsidR="00571A5B" w:rsidRPr="00EB137C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R59: Gmina Wiązowna. miejscowość Zamienie gmina Mińsk, miejscowość Józefów gmina Mińsk - teren działania RE Otwock</w:t>
      </w:r>
      <w:r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7802828" w14:textId="77777777" w:rsidR="00511D6E" w:rsidRDefault="00511D6E" w:rsidP="00511D6E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511D6E" w:rsidRPr="00381365" w14:paraId="556FB404" w14:textId="77777777" w:rsidTr="005B1721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A916E6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8447600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511D6E" w:rsidRPr="00381365" w14:paraId="0FD5FE69" w14:textId="77777777" w:rsidTr="005B1721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EB6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8742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3AFCD075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4A802F4" w14:textId="77777777" w:rsidTr="005B1721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B6D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645E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3C3627F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2316F34C" w14:textId="77777777" w:rsidTr="005B1721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046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0BB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521F73F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2F1EDCC7" w14:textId="77777777" w:rsidTr="005B1721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20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CC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4712965A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6BF7C2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8F37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16A" w14:textId="77777777" w:rsidR="00511D6E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B87E09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650A438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38B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AA9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314A314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18CEC7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B9C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10E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6846E6B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3A6CDEE7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DB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24C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7236C69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AA1062D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142A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59D325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878BF9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CCA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5F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1ADF2B2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61C09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C59F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97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65ED01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2686D82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B6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2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59A60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7619A95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FA2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9F0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02E9D9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8D7B46B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F3FC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EAA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92EF0C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E62D2E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9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43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6A670CC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</w:tbl>
    <w:p w14:paraId="00413412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607755B4" w14:textId="77777777" w:rsidR="00511D6E" w:rsidRDefault="00511D6E" w:rsidP="00511D6E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5D1FB8F3" w14:textId="77777777" w:rsidR="00511D6E" w:rsidRDefault="00511D6E" w:rsidP="00511D6E">
      <w:pPr>
        <w:rPr>
          <w:rFonts w:cstheme="minorHAnsi"/>
        </w:rPr>
      </w:pPr>
    </w:p>
    <w:p w14:paraId="25073359" w14:textId="77777777" w:rsidR="00511D6E" w:rsidRDefault="00511D6E" w:rsidP="00511D6E">
      <w:pPr>
        <w:rPr>
          <w:rFonts w:cstheme="minorHAnsi"/>
        </w:rPr>
      </w:pPr>
    </w:p>
    <w:p w14:paraId="2049947B" w14:textId="77777777" w:rsidR="00511D6E" w:rsidRDefault="00511D6E" w:rsidP="00511D6E">
      <w:pPr>
        <w:rPr>
          <w:rFonts w:cstheme="minorHAnsi"/>
        </w:rPr>
      </w:pPr>
    </w:p>
    <w:p w14:paraId="41D20089" w14:textId="77777777" w:rsidR="00511D6E" w:rsidRDefault="00511D6E" w:rsidP="00511D6E">
      <w:pPr>
        <w:rPr>
          <w:rFonts w:cstheme="minorHAnsi"/>
        </w:rPr>
      </w:pPr>
    </w:p>
    <w:p w14:paraId="306B570C" w14:textId="77777777" w:rsidR="00511D6E" w:rsidRDefault="00511D6E" w:rsidP="00511D6E">
      <w:pPr>
        <w:rPr>
          <w:rFonts w:cstheme="minorHAnsi"/>
        </w:rPr>
      </w:pPr>
    </w:p>
    <w:p w14:paraId="20F72195" w14:textId="77777777" w:rsidR="00511D6E" w:rsidRDefault="00511D6E" w:rsidP="00511D6E">
      <w:pPr>
        <w:rPr>
          <w:rFonts w:cstheme="minorHAnsi"/>
        </w:rPr>
      </w:pPr>
    </w:p>
    <w:p w14:paraId="43D009C6" w14:textId="77777777" w:rsidR="00511D6E" w:rsidRPr="009C2468" w:rsidRDefault="00511D6E" w:rsidP="00511D6E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1F13D70F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72E2407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029089F" w14:textId="77777777" w:rsidR="00511D6E" w:rsidRPr="00381365" w:rsidRDefault="00511D6E" w:rsidP="00511D6E">
      <w:pPr>
        <w:rPr>
          <w:rFonts w:cstheme="minorHAnsi"/>
        </w:rPr>
      </w:pPr>
    </w:p>
    <w:p w14:paraId="613C7AB3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83C150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400360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7725FED0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7AD61F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2193B92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B334CD6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A1779A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1A288D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79152D09" w14:textId="02797E3C" w:rsidR="00B67D39" w:rsidRPr="00936521" w:rsidRDefault="00B67D39" w:rsidP="00936521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B67D39" w:rsidRPr="00936521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C27408" w:rsidRDefault="00C27408" w:rsidP="00582CE9">
      <w:pPr>
        <w:spacing w:after="0"/>
      </w:pPr>
      <w:r>
        <w:separator/>
      </w:r>
    </w:p>
  </w:endnote>
  <w:endnote w:type="continuationSeparator" w:id="0">
    <w:p w14:paraId="58927104" w14:textId="77777777" w:rsidR="00C27408" w:rsidRDefault="00C2740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8F20" w14:textId="77777777" w:rsidR="00C27408" w:rsidRDefault="00C27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AE76D5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6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27408" w:rsidRDefault="00C27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27408" w:rsidRDefault="00C2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C27408" w:rsidRDefault="00C27408" w:rsidP="00582CE9">
      <w:pPr>
        <w:spacing w:after="0"/>
      </w:pPr>
      <w:r>
        <w:separator/>
      </w:r>
    </w:p>
  </w:footnote>
  <w:footnote w:type="continuationSeparator" w:id="0">
    <w:p w14:paraId="5681B395" w14:textId="77777777" w:rsidR="00C27408" w:rsidRDefault="00C27408" w:rsidP="00582CE9">
      <w:pPr>
        <w:spacing w:after="0"/>
      </w:pPr>
      <w:r>
        <w:continuationSeparator/>
      </w:r>
    </w:p>
  </w:footnote>
  <w:footnote w:id="1">
    <w:p w14:paraId="679895A9" w14:textId="77777777" w:rsidR="00C27408" w:rsidRPr="00B67D39" w:rsidRDefault="00C27408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48F66929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2D3292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0F9DB5D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614DD6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BF3D66B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475B23F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243D987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CE431" w14:textId="77777777" w:rsidR="00C27408" w:rsidRPr="00872F1F" w:rsidRDefault="00C27408" w:rsidP="00511D6E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ADE9A" w14:textId="77777777" w:rsidR="00C27408" w:rsidRPr="00872F1F" w:rsidRDefault="00C27408" w:rsidP="00511D6E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C4DF" w14:textId="77777777" w:rsidR="00C27408" w:rsidRDefault="00C27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27408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C27408" w:rsidRPr="006E100D" w:rsidRDefault="00C2740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27408" w:rsidRPr="00A62B4C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fM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m2k+mS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" o:allowincell="f" filled="f" stroked="f" strokeweight=".5pt">
                    <v:textbox inset=",0,20pt,0">
                      <w:txbxContent>
                        <w:p w14:paraId="09E375CE" w14:textId="2169CC2E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27408" w:rsidRPr="00A62B4C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185C3A70" w:rsidR="00C2740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571A5B" w:rsidRPr="00EB137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Otwock obszar R59: Gmina Wiązowna. miejscowość Zamienie gmina Mińsk, miejscowość Józefów gmina Mińsk - teren działania RE Otwock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5265787C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571A5B" w:rsidRPr="00EB137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POST/DYS/OW/GZ/00178/2026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C27408" w:rsidRDefault="00C27408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27408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27408" w:rsidRDefault="00C27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4504210">
    <w:abstractNumId w:val="20"/>
  </w:num>
  <w:num w:numId="2" w16cid:durableId="1335260080">
    <w:abstractNumId w:val="8"/>
  </w:num>
  <w:num w:numId="3" w16cid:durableId="2076855906">
    <w:abstractNumId w:val="14"/>
  </w:num>
  <w:num w:numId="4" w16cid:durableId="846018118">
    <w:abstractNumId w:val="22"/>
  </w:num>
  <w:num w:numId="5" w16cid:durableId="1424378234">
    <w:abstractNumId w:val="20"/>
  </w:num>
  <w:num w:numId="6" w16cid:durableId="772239139">
    <w:abstractNumId w:val="20"/>
  </w:num>
  <w:num w:numId="7" w16cid:durableId="167256243">
    <w:abstractNumId w:val="3"/>
  </w:num>
  <w:num w:numId="8" w16cid:durableId="1226799126">
    <w:abstractNumId w:val="30"/>
  </w:num>
  <w:num w:numId="9" w16cid:durableId="1470636361">
    <w:abstractNumId w:val="18"/>
  </w:num>
  <w:num w:numId="10" w16cid:durableId="623780111">
    <w:abstractNumId w:val="5"/>
  </w:num>
  <w:num w:numId="11" w16cid:durableId="528035766">
    <w:abstractNumId w:val="15"/>
  </w:num>
  <w:num w:numId="12" w16cid:durableId="1613319208">
    <w:abstractNumId w:val="13"/>
  </w:num>
  <w:num w:numId="13" w16cid:durableId="1215698897">
    <w:abstractNumId w:val="29"/>
  </w:num>
  <w:num w:numId="14" w16cid:durableId="884101562">
    <w:abstractNumId w:val="25"/>
  </w:num>
  <w:num w:numId="15" w16cid:durableId="307364000">
    <w:abstractNumId w:val="17"/>
  </w:num>
  <w:num w:numId="16" w16cid:durableId="276986619">
    <w:abstractNumId w:val="10"/>
  </w:num>
  <w:num w:numId="17" w16cid:durableId="891311626">
    <w:abstractNumId w:val="6"/>
  </w:num>
  <w:num w:numId="18" w16cid:durableId="7753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405041">
    <w:abstractNumId w:val="0"/>
  </w:num>
  <w:num w:numId="20" w16cid:durableId="48261463">
    <w:abstractNumId w:val="31"/>
  </w:num>
  <w:num w:numId="21" w16cid:durableId="1974405296">
    <w:abstractNumId w:val="1"/>
  </w:num>
  <w:num w:numId="22" w16cid:durableId="1308589181">
    <w:abstractNumId w:val="16"/>
  </w:num>
  <w:num w:numId="23" w16cid:durableId="47267481">
    <w:abstractNumId w:val="11"/>
  </w:num>
  <w:num w:numId="24" w16cid:durableId="1909414299">
    <w:abstractNumId w:val="23"/>
  </w:num>
  <w:num w:numId="25" w16cid:durableId="1113131222">
    <w:abstractNumId w:val="28"/>
  </w:num>
  <w:num w:numId="26" w16cid:durableId="409692179">
    <w:abstractNumId w:val="2"/>
  </w:num>
  <w:num w:numId="27" w16cid:durableId="453600021">
    <w:abstractNumId w:val="27"/>
  </w:num>
  <w:num w:numId="28" w16cid:durableId="1023479263">
    <w:abstractNumId w:val="26"/>
  </w:num>
  <w:num w:numId="29" w16cid:durableId="1218784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411561">
    <w:abstractNumId w:val="21"/>
  </w:num>
  <w:num w:numId="31" w16cid:durableId="1039822855">
    <w:abstractNumId w:val="12"/>
  </w:num>
  <w:num w:numId="32" w16cid:durableId="1309748763">
    <w:abstractNumId w:val="19"/>
  </w:num>
  <w:num w:numId="33" w16cid:durableId="1975943024">
    <w:abstractNumId w:val="4"/>
  </w:num>
  <w:num w:numId="34" w16cid:durableId="179970527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B7"/>
    <w:rsid w:val="00013A18"/>
    <w:rsid w:val="00015893"/>
    <w:rsid w:val="0002424F"/>
    <w:rsid w:val="00024464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62FB"/>
    <w:rsid w:val="0009045E"/>
    <w:rsid w:val="000918B1"/>
    <w:rsid w:val="00094799"/>
    <w:rsid w:val="00094EB9"/>
    <w:rsid w:val="000952AD"/>
    <w:rsid w:val="00096510"/>
    <w:rsid w:val="000974B1"/>
    <w:rsid w:val="000A2B9B"/>
    <w:rsid w:val="000B0DBD"/>
    <w:rsid w:val="000C47A9"/>
    <w:rsid w:val="000C5934"/>
    <w:rsid w:val="000C679C"/>
    <w:rsid w:val="000D3311"/>
    <w:rsid w:val="000D4081"/>
    <w:rsid w:val="000D42BE"/>
    <w:rsid w:val="000D5886"/>
    <w:rsid w:val="000E1564"/>
    <w:rsid w:val="000F60F8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6CFE"/>
    <w:rsid w:val="0016389C"/>
    <w:rsid w:val="00167B53"/>
    <w:rsid w:val="00172B93"/>
    <w:rsid w:val="00175F4C"/>
    <w:rsid w:val="00185AAB"/>
    <w:rsid w:val="001909F5"/>
    <w:rsid w:val="00192A23"/>
    <w:rsid w:val="001974F6"/>
    <w:rsid w:val="001A358A"/>
    <w:rsid w:val="001A4996"/>
    <w:rsid w:val="001B0061"/>
    <w:rsid w:val="001D1A8B"/>
    <w:rsid w:val="001D2EB1"/>
    <w:rsid w:val="001D4E36"/>
    <w:rsid w:val="001E7E73"/>
    <w:rsid w:val="001F3242"/>
    <w:rsid w:val="001F3600"/>
    <w:rsid w:val="001F3F20"/>
    <w:rsid w:val="001F6834"/>
    <w:rsid w:val="001F737A"/>
    <w:rsid w:val="00200B69"/>
    <w:rsid w:val="00205070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800BC"/>
    <w:rsid w:val="00286533"/>
    <w:rsid w:val="002A3129"/>
    <w:rsid w:val="002A48F7"/>
    <w:rsid w:val="002B3D76"/>
    <w:rsid w:val="002B5C62"/>
    <w:rsid w:val="002C470F"/>
    <w:rsid w:val="002C66E0"/>
    <w:rsid w:val="002D0EEA"/>
    <w:rsid w:val="002D3974"/>
    <w:rsid w:val="002D4CAD"/>
    <w:rsid w:val="002E1681"/>
    <w:rsid w:val="002F10CA"/>
    <w:rsid w:val="00303C67"/>
    <w:rsid w:val="00310CB3"/>
    <w:rsid w:val="0033689D"/>
    <w:rsid w:val="003373E9"/>
    <w:rsid w:val="00347E8D"/>
    <w:rsid w:val="00362C4E"/>
    <w:rsid w:val="00366FFB"/>
    <w:rsid w:val="00371A75"/>
    <w:rsid w:val="00372CC0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5D7"/>
    <w:rsid w:val="003D41B4"/>
    <w:rsid w:val="003D432F"/>
    <w:rsid w:val="003D4FEB"/>
    <w:rsid w:val="003D6C11"/>
    <w:rsid w:val="003E050D"/>
    <w:rsid w:val="003E3CCB"/>
    <w:rsid w:val="003E59DD"/>
    <w:rsid w:val="003F132F"/>
    <w:rsid w:val="003F257A"/>
    <w:rsid w:val="003F40E0"/>
    <w:rsid w:val="0040472A"/>
    <w:rsid w:val="00410750"/>
    <w:rsid w:val="00412E5B"/>
    <w:rsid w:val="00417E23"/>
    <w:rsid w:val="004257E0"/>
    <w:rsid w:val="00430F00"/>
    <w:rsid w:val="004367FB"/>
    <w:rsid w:val="00436F85"/>
    <w:rsid w:val="0044629B"/>
    <w:rsid w:val="00446871"/>
    <w:rsid w:val="00446E2F"/>
    <w:rsid w:val="00451564"/>
    <w:rsid w:val="00466493"/>
    <w:rsid w:val="00473D75"/>
    <w:rsid w:val="0047759A"/>
    <w:rsid w:val="004925D9"/>
    <w:rsid w:val="00492AEE"/>
    <w:rsid w:val="00493419"/>
    <w:rsid w:val="00496273"/>
    <w:rsid w:val="004A5A3C"/>
    <w:rsid w:val="004A723C"/>
    <w:rsid w:val="004B29F9"/>
    <w:rsid w:val="004C2303"/>
    <w:rsid w:val="004D154B"/>
    <w:rsid w:val="004D5E41"/>
    <w:rsid w:val="004D63D5"/>
    <w:rsid w:val="004E1AB0"/>
    <w:rsid w:val="004E1CDC"/>
    <w:rsid w:val="004E7573"/>
    <w:rsid w:val="004F0C4A"/>
    <w:rsid w:val="004F20AD"/>
    <w:rsid w:val="004F6B10"/>
    <w:rsid w:val="00511D6E"/>
    <w:rsid w:val="00512CD7"/>
    <w:rsid w:val="005148D6"/>
    <w:rsid w:val="00520308"/>
    <w:rsid w:val="00526926"/>
    <w:rsid w:val="00535E9B"/>
    <w:rsid w:val="00536681"/>
    <w:rsid w:val="005453F1"/>
    <w:rsid w:val="00551FB7"/>
    <w:rsid w:val="00553E60"/>
    <w:rsid w:val="005563FF"/>
    <w:rsid w:val="00562E63"/>
    <w:rsid w:val="00571A5B"/>
    <w:rsid w:val="00574D7E"/>
    <w:rsid w:val="005807F9"/>
    <w:rsid w:val="00582CE9"/>
    <w:rsid w:val="0058794A"/>
    <w:rsid w:val="005932BA"/>
    <w:rsid w:val="005938E6"/>
    <w:rsid w:val="00597380"/>
    <w:rsid w:val="005A354D"/>
    <w:rsid w:val="005A4A16"/>
    <w:rsid w:val="005B1721"/>
    <w:rsid w:val="005B24A8"/>
    <w:rsid w:val="005B2B6D"/>
    <w:rsid w:val="005B3F04"/>
    <w:rsid w:val="005B6DC6"/>
    <w:rsid w:val="005C6812"/>
    <w:rsid w:val="005D118B"/>
    <w:rsid w:val="005D2D85"/>
    <w:rsid w:val="005D74EB"/>
    <w:rsid w:val="005E02C9"/>
    <w:rsid w:val="005E0C3D"/>
    <w:rsid w:val="005E2CFA"/>
    <w:rsid w:val="005E4AA3"/>
    <w:rsid w:val="005E79E5"/>
    <w:rsid w:val="005F185F"/>
    <w:rsid w:val="006009DD"/>
    <w:rsid w:val="0060356D"/>
    <w:rsid w:val="00623B01"/>
    <w:rsid w:val="00625BB0"/>
    <w:rsid w:val="006261BB"/>
    <w:rsid w:val="00630963"/>
    <w:rsid w:val="0065322E"/>
    <w:rsid w:val="00653306"/>
    <w:rsid w:val="00654E5B"/>
    <w:rsid w:val="00655DA8"/>
    <w:rsid w:val="00660237"/>
    <w:rsid w:val="0066420F"/>
    <w:rsid w:val="006709F8"/>
    <w:rsid w:val="00670CE4"/>
    <w:rsid w:val="0067116D"/>
    <w:rsid w:val="0067572D"/>
    <w:rsid w:val="006764E1"/>
    <w:rsid w:val="006775EE"/>
    <w:rsid w:val="00680F7C"/>
    <w:rsid w:val="00696995"/>
    <w:rsid w:val="006A0331"/>
    <w:rsid w:val="006A4275"/>
    <w:rsid w:val="006A6BA0"/>
    <w:rsid w:val="006B2C26"/>
    <w:rsid w:val="006B49A3"/>
    <w:rsid w:val="006C4791"/>
    <w:rsid w:val="006C4B70"/>
    <w:rsid w:val="006C6089"/>
    <w:rsid w:val="006D16F1"/>
    <w:rsid w:val="006E100D"/>
    <w:rsid w:val="006E2000"/>
    <w:rsid w:val="006E2620"/>
    <w:rsid w:val="006E5EF6"/>
    <w:rsid w:val="006F2FD0"/>
    <w:rsid w:val="006F3B57"/>
    <w:rsid w:val="006F5F72"/>
    <w:rsid w:val="007040B4"/>
    <w:rsid w:val="00705D64"/>
    <w:rsid w:val="00710355"/>
    <w:rsid w:val="007146C5"/>
    <w:rsid w:val="00715360"/>
    <w:rsid w:val="00720ED1"/>
    <w:rsid w:val="007246D0"/>
    <w:rsid w:val="00726351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67AD"/>
    <w:rsid w:val="00787D9C"/>
    <w:rsid w:val="00794EFB"/>
    <w:rsid w:val="007A1B94"/>
    <w:rsid w:val="007A54F1"/>
    <w:rsid w:val="007B094C"/>
    <w:rsid w:val="007B0FF0"/>
    <w:rsid w:val="007B50D8"/>
    <w:rsid w:val="007C442A"/>
    <w:rsid w:val="007C52FD"/>
    <w:rsid w:val="007C6687"/>
    <w:rsid w:val="007C67FA"/>
    <w:rsid w:val="007C6EA8"/>
    <w:rsid w:val="007D0675"/>
    <w:rsid w:val="007D1209"/>
    <w:rsid w:val="007D2ED6"/>
    <w:rsid w:val="007D6DF3"/>
    <w:rsid w:val="00807D09"/>
    <w:rsid w:val="00812E3F"/>
    <w:rsid w:val="008130D5"/>
    <w:rsid w:val="0081735D"/>
    <w:rsid w:val="008208C9"/>
    <w:rsid w:val="008217CE"/>
    <w:rsid w:val="00827A7E"/>
    <w:rsid w:val="00831596"/>
    <w:rsid w:val="008369E5"/>
    <w:rsid w:val="00842578"/>
    <w:rsid w:val="00846121"/>
    <w:rsid w:val="00847B49"/>
    <w:rsid w:val="00852695"/>
    <w:rsid w:val="008548B7"/>
    <w:rsid w:val="00857549"/>
    <w:rsid w:val="008707CC"/>
    <w:rsid w:val="00874E31"/>
    <w:rsid w:val="00884D47"/>
    <w:rsid w:val="00896CCD"/>
    <w:rsid w:val="008A2F4A"/>
    <w:rsid w:val="008A512A"/>
    <w:rsid w:val="008A7413"/>
    <w:rsid w:val="008B6316"/>
    <w:rsid w:val="008C1433"/>
    <w:rsid w:val="008C45B7"/>
    <w:rsid w:val="008C619A"/>
    <w:rsid w:val="008C74CA"/>
    <w:rsid w:val="008C75AB"/>
    <w:rsid w:val="008D6A33"/>
    <w:rsid w:val="008D6FD3"/>
    <w:rsid w:val="008D7AA7"/>
    <w:rsid w:val="008E2EA9"/>
    <w:rsid w:val="008E41A4"/>
    <w:rsid w:val="008E4838"/>
    <w:rsid w:val="008F17DA"/>
    <w:rsid w:val="008F1FB0"/>
    <w:rsid w:val="0090379D"/>
    <w:rsid w:val="00910E6D"/>
    <w:rsid w:val="00911FA5"/>
    <w:rsid w:val="00916F80"/>
    <w:rsid w:val="00935B17"/>
    <w:rsid w:val="00936521"/>
    <w:rsid w:val="00936AC2"/>
    <w:rsid w:val="00940075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2FE3"/>
    <w:rsid w:val="00994ED4"/>
    <w:rsid w:val="00995733"/>
    <w:rsid w:val="0099653A"/>
    <w:rsid w:val="00997374"/>
    <w:rsid w:val="00997E36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3E51"/>
    <w:rsid w:val="009D58D0"/>
    <w:rsid w:val="009D5A1B"/>
    <w:rsid w:val="009D7472"/>
    <w:rsid w:val="009E0A88"/>
    <w:rsid w:val="009E2CB5"/>
    <w:rsid w:val="009E5B5E"/>
    <w:rsid w:val="00A02C84"/>
    <w:rsid w:val="00A074D7"/>
    <w:rsid w:val="00A12971"/>
    <w:rsid w:val="00A148D6"/>
    <w:rsid w:val="00A178AA"/>
    <w:rsid w:val="00A21DAA"/>
    <w:rsid w:val="00A36B86"/>
    <w:rsid w:val="00A370AB"/>
    <w:rsid w:val="00A42788"/>
    <w:rsid w:val="00A43299"/>
    <w:rsid w:val="00A467CA"/>
    <w:rsid w:val="00A57E04"/>
    <w:rsid w:val="00A6049B"/>
    <w:rsid w:val="00A62AC7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2F2"/>
    <w:rsid w:val="00AD1089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06A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2CB8"/>
    <w:rsid w:val="00BA318C"/>
    <w:rsid w:val="00BA5673"/>
    <w:rsid w:val="00BB0255"/>
    <w:rsid w:val="00BB14AC"/>
    <w:rsid w:val="00BB180C"/>
    <w:rsid w:val="00BC15EB"/>
    <w:rsid w:val="00BC3599"/>
    <w:rsid w:val="00BD1D08"/>
    <w:rsid w:val="00BE0AE4"/>
    <w:rsid w:val="00BE38BB"/>
    <w:rsid w:val="00C0006C"/>
    <w:rsid w:val="00C003C6"/>
    <w:rsid w:val="00C10B09"/>
    <w:rsid w:val="00C12714"/>
    <w:rsid w:val="00C20678"/>
    <w:rsid w:val="00C224EE"/>
    <w:rsid w:val="00C23F3E"/>
    <w:rsid w:val="00C26BC0"/>
    <w:rsid w:val="00C272AD"/>
    <w:rsid w:val="00C27408"/>
    <w:rsid w:val="00C27B9D"/>
    <w:rsid w:val="00C3088F"/>
    <w:rsid w:val="00C444B1"/>
    <w:rsid w:val="00C45F7E"/>
    <w:rsid w:val="00C5009D"/>
    <w:rsid w:val="00C51AD4"/>
    <w:rsid w:val="00C53182"/>
    <w:rsid w:val="00C53A22"/>
    <w:rsid w:val="00C64A07"/>
    <w:rsid w:val="00C6569B"/>
    <w:rsid w:val="00C66B9A"/>
    <w:rsid w:val="00C707D1"/>
    <w:rsid w:val="00C737A1"/>
    <w:rsid w:val="00C73916"/>
    <w:rsid w:val="00C76EA7"/>
    <w:rsid w:val="00C77BCF"/>
    <w:rsid w:val="00C874E6"/>
    <w:rsid w:val="00CB2D26"/>
    <w:rsid w:val="00CB3A6F"/>
    <w:rsid w:val="00CC1406"/>
    <w:rsid w:val="00CC1828"/>
    <w:rsid w:val="00CD2022"/>
    <w:rsid w:val="00CE2F55"/>
    <w:rsid w:val="00CF1059"/>
    <w:rsid w:val="00D03C12"/>
    <w:rsid w:val="00D10930"/>
    <w:rsid w:val="00D1247E"/>
    <w:rsid w:val="00D21BCE"/>
    <w:rsid w:val="00D24735"/>
    <w:rsid w:val="00D24D93"/>
    <w:rsid w:val="00D25215"/>
    <w:rsid w:val="00D516C1"/>
    <w:rsid w:val="00D6344F"/>
    <w:rsid w:val="00D80E4A"/>
    <w:rsid w:val="00D811C8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B19"/>
    <w:rsid w:val="00E1495D"/>
    <w:rsid w:val="00E16545"/>
    <w:rsid w:val="00E2123D"/>
    <w:rsid w:val="00E216F4"/>
    <w:rsid w:val="00E2467A"/>
    <w:rsid w:val="00E30B4B"/>
    <w:rsid w:val="00E33932"/>
    <w:rsid w:val="00E36F92"/>
    <w:rsid w:val="00E413AB"/>
    <w:rsid w:val="00E41451"/>
    <w:rsid w:val="00E4305E"/>
    <w:rsid w:val="00E45F98"/>
    <w:rsid w:val="00E514E3"/>
    <w:rsid w:val="00E53CED"/>
    <w:rsid w:val="00E55C03"/>
    <w:rsid w:val="00E56B47"/>
    <w:rsid w:val="00E65D2A"/>
    <w:rsid w:val="00E66F4B"/>
    <w:rsid w:val="00E706C2"/>
    <w:rsid w:val="00E72CD1"/>
    <w:rsid w:val="00E8041E"/>
    <w:rsid w:val="00E80B16"/>
    <w:rsid w:val="00E92F67"/>
    <w:rsid w:val="00E95B91"/>
    <w:rsid w:val="00EA6557"/>
    <w:rsid w:val="00EA6B97"/>
    <w:rsid w:val="00EB216E"/>
    <w:rsid w:val="00EC07C0"/>
    <w:rsid w:val="00EC22FA"/>
    <w:rsid w:val="00EC30C5"/>
    <w:rsid w:val="00ED0573"/>
    <w:rsid w:val="00ED2FD4"/>
    <w:rsid w:val="00ED6BBA"/>
    <w:rsid w:val="00EE5E2C"/>
    <w:rsid w:val="00F0035A"/>
    <w:rsid w:val="00F01E75"/>
    <w:rsid w:val="00F21DD8"/>
    <w:rsid w:val="00F25128"/>
    <w:rsid w:val="00F32BD1"/>
    <w:rsid w:val="00F377D2"/>
    <w:rsid w:val="00F41DC5"/>
    <w:rsid w:val="00F43D02"/>
    <w:rsid w:val="00F4718C"/>
    <w:rsid w:val="00F4789E"/>
    <w:rsid w:val="00F527EB"/>
    <w:rsid w:val="00F554D8"/>
    <w:rsid w:val="00F57F56"/>
    <w:rsid w:val="00F65859"/>
    <w:rsid w:val="00F664AA"/>
    <w:rsid w:val="00F71902"/>
    <w:rsid w:val="00F724BA"/>
    <w:rsid w:val="00F74A6C"/>
    <w:rsid w:val="00F751D8"/>
    <w:rsid w:val="00F835B4"/>
    <w:rsid w:val="00F84F19"/>
    <w:rsid w:val="00F90B96"/>
    <w:rsid w:val="00FA0F6A"/>
    <w:rsid w:val="00FB0646"/>
    <w:rsid w:val="00FB61C7"/>
    <w:rsid w:val="00FC0678"/>
    <w:rsid w:val="00FC1CB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178_zał nr 4, 6, 7, 8, 11 do SWZ.docx</dmsv2BaseFileName>
    <dmsv2BaseDisplayName xmlns="http://schemas.microsoft.com/sharepoint/v3">178_zał nr 4, 6, 7, 8, 11 do SWZ</dmsv2BaseDisplayName>
    <dmsv2SWPP2ObjectNumber xmlns="http://schemas.microsoft.com/sharepoint/v3">POST/DYS/OW/GZ/00178/2026                         </dmsv2SWPP2ObjectNumber>
    <dmsv2SWPP2SumMD5 xmlns="http://schemas.microsoft.com/sharepoint/v3">aa6a47df98738d15649e9ba9d1271077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704139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24187064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JEUP5JKVCYQC-1398355148-10588</_dlc_DocId>
    <_dlc_DocIdUrl xmlns="a19cb1c7-c5c7-46d4-85ae-d83685407bba">
      <Url>https://swpp2.dms.gkpge.pl/sites/41/_layouts/15/DocIdRedir.aspx?ID=JEUP5JKVCYQC-1398355148-10588</Url>
      <Description>JEUP5JKVCYQC-1398355148-10588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D9C5CDA-0446-41B5-8A95-18B6D16C31E7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D7BA46-E827-4780-95E8-738EDC13550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037C4A-128C-4A02-919F-77FDE74D724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19</Pages>
  <Words>5270</Words>
  <Characters>31622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2026-01-26T08:45:00Z</dcterms:created>
  <dcterms:modified xsi:type="dcterms:W3CDTF">2026-01-26T08:50:00Z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7b56b2ba-6cec-408c-92fe-9d4d0912b51a</vt:lpwstr>
  </property>
</Properties>
</file>